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3D4" w:rsidRPr="004A00AE" w:rsidRDefault="002823D4" w:rsidP="00886FC9">
      <w:pPr>
        <w:widowControl/>
        <w:jc w:val="left"/>
        <w:rPr>
          <w:rFonts w:hAnsi="ＭＳ 明朝"/>
        </w:rPr>
      </w:pPr>
      <w:bookmarkStart w:id="0" w:name="_GoBack"/>
      <w:bookmarkEnd w:id="0"/>
      <w:r w:rsidRPr="004A00AE">
        <w:rPr>
          <w:rFonts w:hAnsi="ＭＳ 明朝" w:hint="eastAsia"/>
        </w:rPr>
        <w:t>様式第１号</w:t>
      </w:r>
    </w:p>
    <w:p w:rsidR="002823D4" w:rsidRPr="004A00AE" w:rsidRDefault="002823D4" w:rsidP="00AC32C1">
      <w:pPr>
        <w:spacing w:line="180" w:lineRule="auto"/>
        <w:rPr>
          <w:rFonts w:hAnsi="ＭＳ 明朝"/>
        </w:rPr>
      </w:pPr>
    </w:p>
    <w:p w:rsidR="002823D4" w:rsidRPr="004A00AE" w:rsidRDefault="002823D4" w:rsidP="00AC32C1">
      <w:pPr>
        <w:spacing w:line="180" w:lineRule="auto"/>
        <w:jc w:val="right"/>
        <w:rPr>
          <w:rFonts w:hAnsi="ＭＳ 明朝"/>
        </w:rPr>
      </w:pPr>
      <w:r w:rsidRPr="004A00AE">
        <w:rPr>
          <w:rFonts w:hAnsi="ＭＳ 明朝" w:hint="eastAsia"/>
        </w:rPr>
        <w:t>平成　　年　　月　　日</w:t>
      </w:r>
    </w:p>
    <w:p w:rsidR="002823D4" w:rsidRPr="004A00AE" w:rsidRDefault="002823D4" w:rsidP="004A00AE">
      <w:pPr>
        <w:spacing w:line="180" w:lineRule="auto"/>
        <w:ind w:left="440" w:hangingChars="200" w:hanging="440"/>
        <w:rPr>
          <w:rFonts w:hAnsi="ＭＳ 明朝"/>
        </w:rPr>
      </w:pPr>
    </w:p>
    <w:p w:rsidR="002823D4" w:rsidRPr="00D878C6" w:rsidRDefault="002823D4" w:rsidP="00D878C6">
      <w:pPr>
        <w:spacing w:line="180" w:lineRule="auto"/>
        <w:ind w:left="480" w:hangingChars="200" w:hanging="480"/>
        <w:jc w:val="center"/>
        <w:rPr>
          <w:rFonts w:hAnsi="ＭＳ 明朝"/>
          <w:sz w:val="24"/>
          <w:szCs w:val="24"/>
          <w:u w:val="single"/>
        </w:rPr>
      </w:pPr>
      <w:r w:rsidRPr="00D878C6">
        <w:rPr>
          <w:rFonts w:hAnsi="ＭＳ 明朝" w:hint="eastAsia"/>
          <w:sz w:val="24"/>
          <w:szCs w:val="24"/>
          <w:u w:val="single"/>
        </w:rPr>
        <w:t>平成</w:t>
      </w:r>
      <w:r w:rsidRPr="00D878C6">
        <w:rPr>
          <w:rFonts w:hAnsi="ＭＳ 明朝"/>
          <w:sz w:val="24"/>
          <w:szCs w:val="24"/>
          <w:u w:val="single"/>
        </w:rPr>
        <w:t>30</w:t>
      </w:r>
      <w:r>
        <w:rPr>
          <w:rFonts w:hAnsi="ＭＳ 明朝" w:hint="eastAsia"/>
          <w:sz w:val="24"/>
          <w:szCs w:val="24"/>
          <w:u w:val="single"/>
        </w:rPr>
        <w:t>年度全国高等学校総合体育大会藤枝</w:t>
      </w:r>
      <w:r w:rsidRPr="00D878C6">
        <w:rPr>
          <w:rFonts w:hAnsi="ＭＳ 明朝" w:hint="eastAsia"/>
          <w:sz w:val="24"/>
          <w:szCs w:val="24"/>
          <w:u w:val="single"/>
        </w:rPr>
        <w:t>市実行委員会売店出店申請書</w:t>
      </w:r>
    </w:p>
    <w:p w:rsidR="002823D4" w:rsidRPr="0010462A" w:rsidRDefault="002823D4" w:rsidP="00D878C6">
      <w:pPr>
        <w:spacing w:line="180" w:lineRule="auto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  <w:r>
        <w:rPr>
          <w:rFonts w:hAnsi="ＭＳ 明朝" w:hint="eastAsia"/>
        </w:rPr>
        <w:t>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年度全国高等学校総合体育大会</w:t>
      </w:r>
    </w:p>
    <w:p w:rsidR="002823D4" w:rsidRPr="004A00AE" w:rsidRDefault="002823D4" w:rsidP="004A00AE">
      <w:pPr>
        <w:spacing w:line="180" w:lineRule="auto"/>
        <w:ind w:leftChars="200" w:left="660" w:hangingChars="100" w:hanging="220"/>
        <w:rPr>
          <w:rFonts w:hAnsi="ＭＳ 明朝"/>
        </w:rPr>
      </w:pPr>
      <w:r>
        <w:rPr>
          <w:rFonts w:hAnsi="ＭＳ 明朝" w:hint="eastAsia"/>
        </w:rPr>
        <w:t>藤枝市実行委員会　会長　河野　一行</w:t>
      </w:r>
      <w:r w:rsidRPr="004A00AE">
        <w:rPr>
          <w:rFonts w:hAnsi="ＭＳ 明朝" w:hint="eastAsia"/>
        </w:rPr>
        <w:t xml:space="preserve">　様</w:t>
      </w:r>
    </w:p>
    <w:p w:rsidR="002823D4" w:rsidRPr="004A00AE" w:rsidRDefault="002823D4" w:rsidP="00886FC9">
      <w:pPr>
        <w:spacing w:line="180" w:lineRule="auto"/>
        <w:rPr>
          <w:rFonts w:hAnsi="ＭＳ 明朝"/>
        </w:rPr>
      </w:pPr>
    </w:p>
    <w:p w:rsidR="002823D4" w:rsidRPr="004A00AE" w:rsidRDefault="002823D4" w:rsidP="00886FC9">
      <w:pPr>
        <w:spacing w:line="180" w:lineRule="auto"/>
        <w:ind w:firstLineChars="1600" w:firstLine="3520"/>
        <w:rPr>
          <w:rFonts w:hAnsi="ＭＳ 明朝"/>
        </w:rPr>
      </w:pPr>
      <w:r w:rsidRPr="004A00AE">
        <w:rPr>
          <w:rFonts w:hAnsi="ＭＳ 明朝" w:hint="eastAsia"/>
        </w:rPr>
        <w:t>（申請者）</w:t>
      </w:r>
    </w:p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3"/>
        <w:gridCol w:w="4620"/>
      </w:tblGrid>
      <w:tr w:rsidR="002823D4" w:rsidRPr="004A00AE" w:rsidTr="00886FC9">
        <w:trPr>
          <w:trHeight w:val="701"/>
        </w:trPr>
        <w:tc>
          <w:tcPr>
            <w:tcW w:w="1093" w:type="dxa"/>
            <w:vAlign w:val="center"/>
          </w:tcPr>
          <w:p w:rsidR="002823D4" w:rsidRPr="004A00AE" w:rsidRDefault="002823D4" w:rsidP="00886FC9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所在地</w:t>
            </w:r>
          </w:p>
        </w:tc>
        <w:tc>
          <w:tcPr>
            <w:tcW w:w="4620" w:type="dxa"/>
          </w:tcPr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〒</w:t>
            </w:r>
          </w:p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  <w:tr w:rsidR="002823D4" w:rsidRPr="004A00AE" w:rsidTr="00886FC9">
        <w:trPr>
          <w:trHeight w:val="731"/>
        </w:trPr>
        <w:tc>
          <w:tcPr>
            <w:tcW w:w="1093" w:type="dxa"/>
            <w:vAlign w:val="center"/>
          </w:tcPr>
          <w:p w:rsidR="002823D4" w:rsidRPr="004A00AE" w:rsidRDefault="002823D4" w:rsidP="00886FC9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名　称</w:t>
            </w:r>
          </w:p>
        </w:tc>
        <w:tc>
          <w:tcPr>
            <w:tcW w:w="4620" w:type="dxa"/>
          </w:tcPr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</w:p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  <w:tr w:rsidR="002823D4" w:rsidRPr="004A00AE" w:rsidTr="00BA0D1F">
        <w:trPr>
          <w:trHeight w:val="719"/>
        </w:trPr>
        <w:tc>
          <w:tcPr>
            <w:tcW w:w="1093" w:type="dxa"/>
            <w:vAlign w:val="center"/>
          </w:tcPr>
          <w:p w:rsidR="002823D4" w:rsidRPr="004A00AE" w:rsidRDefault="002823D4" w:rsidP="00886FC9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代表者</w:t>
            </w:r>
          </w:p>
          <w:p w:rsidR="002823D4" w:rsidRPr="004A00AE" w:rsidRDefault="002823D4" w:rsidP="00886FC9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職氏名</w:t>
            </w:r>
          </w:p>
        </w:tc>
        <w:tc>
          <w:tcPr>
            <w:tcW w:w="4620" w:type="dxa"/>
            <w:vAlign w:val="center"/>
          </w:tcPr>
          <w:p w:rsidR="002823D4" w:rsidRPr="004A00AE" w:rsidRDefault="002823D4" w:rsidP="00BA0D1F">
            <w:pPr>
              <w:spacing w:line="180" w:lineRule="auto"/>
              <w:jc w:val="right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 xml:space="preserve">　　　　　　　　　　　　　　　　　　　印</w:t>
            </w:r>
          </w:p>
        </w:tc>
      </w:tr>
      <w:tr w:rsidR="002823D4" w:rsidRPr="004A00AE" w:rsidTr="00886FC9">
        <w:tc>
          <w:tcPr>
            <w:tcW w:w="1093" w:type="dxa"/>
            <w:vAlign w:val="center"/>
          </w:tcPr>
          <w:p w:rsidR="002823D4" w:rsidRPr="004A00AE" w:rsidRDefault="002823D4" w:rsidP="00886FC9">
            <w:pPr>
              <w:spacing w:line="180" w:lineRule="auto"/>
              <w:jc w:val="center"/>
              <w:rPr>
                <w:rFonts w:hAnsi="ＭＳ 明朝"/>
                <w:kern w:val="0"/>
              </w:rPr>
            </w:pPr>
            <w:r w:rsidRPr="004A00AE">
              <w:rPr>
                <w:rFonts w:hAnsi="ＭＳ 明朝" w:hint="eastAsia"/>
                <w:kern w:val="0"/>
              </w:rPr>
              <w:t>電　話</w:t>
            </w:r>
          </w:p>
        </w:tc>
        <w:tc>
          <w:tcPr>
            <w:tcW w:w="4620" w:type="dxa"/>
          </w:tcPr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</w:p>
          <w:p w:rsidR="002823D4" w:rsidRPr="004A00AE" w:rsidRDefault="002823D4" w:rsidP="00886FC9">
            <w:pPr>
              <w:spacing w:line="180" w:lineRule="auto"/>
              <w:rPr>
                <w:rFonts w:hAnsi="ＭＳ 明朝"/>
                <w:kern w:val="0"/>
              </w:rPr>
            </w:pPr>
          </w:p>
        </w:tc>
      </w:tr>
    </w:tbl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4A00AE">
      <w:pPr>
        <w:spacing w:line="180" w:lineRule="auto"/>
        <w:ind w:left="660" w:hangingChars="300" w:hanging="660"/>
        <w:rPr>
          <w:rFonts w:hAnsi="ＭＳ 明朝"/>
        </w:rPr>
      </w:pPr>
    </w:p>
    <w:p w:rsidR="002823D4" w:rsidRPr="004A00AE" w:rsidRDefault="002823D4" w:rsidP="00AC32C1">
      <w:pPr>
        <w:spacing w:line="180" w:lineRule="auto"/>
        <w:rPr>
          <w:rFonts w:hAnsi="ＭＳ 明朝"/>
        </w:rPr>
      </w:pPr>
    </w:p>
    <w:p w:rsidR="002823D4" w:rsidRPr="004A00AE" w:rsidRDefault="002823D4" w:rsidP="00AC32C1">
      <w:pPr>
        <w:spacing w:line="180" w:lineRule="auto"/>
        <w:rPr>
          <w:rFonts w:hAnsi="ＭＳ 明朝"/>
        </w:rPr>
      </w:pPr>
      <w:r>
        <w:rPr>
          <w:rFonts w:hAnsi="ＭＳ 明朝" w:hint="eastAsia"/>
        </w:rPr>
        <w:t xml:space="preserve">　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年度全国高等学校総合体育大会におい</w:t>
      </w:r>
      <w:r>
        <w:rPr>
          <w:rFonts w:hAnsi="ＭＳ 明朝" w:hint="eastAsia"/>
        </w:rPr>
        <w:t>て出店したいので、平成</w:t>
      </w:r>
      <w:r>
        <w:rPr>
          <w:rFonts w:hAnsi="ＭＳ 明朝"/>
        </w:rPr>
        <w:t>30</w:t>
      </w:r>
      <w:r>
        <w:rPr>
          <w:rFonts w:hAnsi="ＭＳ 明朝" w:hint="eastAsia"/>
        </w:rPr>
        <w:t>年度全国高等学校総合体育大会藤枝市</w:t>
      </w:r>
      <w:r w:rsidRPr="004A00AE">
        <w:rPr>
          <w:rFonts w:hAnsi="ＭＳ 明朝" w:hint="eastAsia"/>
        </w:rPr>
        <w:t>実行委員会売店等</w:t>
      </w:r>
      <w:r w:rsidRPr="003B29F3">
        <w:rPr>
          <w:rFonts w:hAnsi="ＭＳ 明朝" w:hint="eastAsia"/>
          <w:color w:val="000000"/>
        </w:rPr>
        <w:t>設置運</w:t>
      </w:r>
      <w:r w:rsidRPr="004A00AE">
        <w:rPr>
          <w:rFonts w:hAnsi="ＭＳ 明朝" w:hint="eastAsia"/>
        </w:rPr>
        <w:t>営要項に基づき関係書類を添えて下記のとおり申請します。</w:t>
      </w:r>
    </w:p>
    <w:p w:rsidR="002823D4" w:rsidRPr="004A00AE" w:rsidRDefault="002823D4" w:rsidP="00AC32C1">
      <w:pPr>
        <w:spacing w:line="180" w:lineRule="auto"/>
        <w:rPr>
          <w:rFonts w:hAnsi="ＭＳ 明朝"/>
        </w:rPr>
      </w:pPr>
    </w:p>
    <w:p w:rsidR="002823D4" w:rsidRPr="004A00AE" w:rsidRDefault="002823D4" w:rsidP="00886FC9">
      <w:pPr>
        <w:jc w:val="center"/>
        <w:rPr>
          <w:rFonts w:hAnsi="ＭＳ 明朝"/>
        </w:rPr>
      </w:pPr>
      <w:r w:rsidRPr="004A00AE">
        <w:rPr>
          <w:rFonts w:hAnsi="ＭＳ 明朝" w:hint="eastAsia"/>
        </w:rPr>
        <w:t>記</w:t>
      </w:r>
    </w:p>
    <w:p w:rsidR="002823D4" w:rsidRPr="004A00AE" w:rsidRDefault="002823D4" w:rsidP="00AC32C1">
      <w:pPr>
        <w:rPr>
          <w:rFonts w:hAnsi="ＭＳ 明朝"/>
        </w:rPr>
      </w:pPr>
    </w:p>
    <w:p w:rsidR="002823D4" w:rsidRPr="004A00AE" w:rsidRDefault="002823D4" w:rsidP="00AC32C1">
      <w:pPr>
        <w:rPr>
          <w:rFonts w:hAnsi="ＭＳ 明朝"/>
          <w:u w:val="single"/>
        </w:rPr>
      </w:pPr>
      <w:r w:rsidRPr="004A00AE">
        <w:rPr>
          <w:rFonts w:hAnsi="ＭＳ 明朝" w:hint="eastAsia"/>
        </w:rPr>
        <w:t xml:space="preserve">１　</w:t>
      </w:r>
      <w:r w:rsidRPr="004A00AE">
        <w:rPr>
          <w:rFonts w:hAnsi="ＭＳ 明朝" w:hint="eastAsia"/>
          <w:spacing w:val="165"/>
          <w:kern w:val="0"/>
          <w:fitText w:val="1320" w:id="1703690752"/>
        </w:rPr>
        <w:t>競技</w:t>
      </w:r>
      <w:r w:rsidRPr="004A00AE">
        <w:rPr>
          <w:rFonts w:hAnsi="ＭＳ 明朝" w:hint="eastAsia"/>
          <w:kern w:val="0"/>
          <w:fitText w:val="1320" w:id="1703690752"/>
        </w:rPr>
        <w:t>名</w:t>
      </w:r>
      <w:r w:rsidRPr="004A00AE">
        <w:rPr>
          <w:rFonts w:hAnsi="ＭＳ 明朝" w:hint="eastAsia"/>
        </w:rPr>
        <w:t xml:space="preserve">　　</w:t>
      </w:r>
      <w:r w:rsidRPr="004A00AE">
        <w:rPr>
          <w:rFonts w:hAnsi="ＭＳ 明朝"/>
        </w:rPr>
        <w:t xml:space="preserve">   </w:t>
      </w:r>
      <w:r w:rsidRPr="004A00AE">
        <w:rPr>
          <w:rFonts w:hAnsi="ＭＳ 明朝" w:hint="eastAsia"/>
          <w:u w:val="single"/>
        </w:rPr>
        <w:t xml:space="preserve">　　　　　　　　　　　　　　　</w:t>
      </w:r>
    </w:p>
    <w:p w:rsidR="002823D4" w:rsidRPr="004A00AE" w:rsidRDefault="002823D4" w:rsidP="00AC32C1">
      <w:pPr>
        <w:rPr>
          <w:rFonts w:hAnsi="ＭＳ 明朝"/>
          <w:u w:val="single"/>
        </w:rPr>
      </w:pPr>
    </w:p>
    <w:p w:rsidR="002823D4" w:rsidRPr="004A00AE" w:rsidRDefault="002823D4" w:rsidP="00AC32C1">
      <w:pPr>
        <w:rPr>
          <w:rFonts w:hAnsi="ＭＳ 明朝"/>
          <w:u w:val="single"/>
        </w:rPr>
      </w:pPr>
      <w:r w:rsidRPr="004A00AE">
        <w:rPr>
          <w:rFonts w:hAnsi="ＭＳ 明朝" w:hint="eastAsia"/>
        </w:rPr>
        <w:t xml:space="preserve">２　</w:t>
      </w:r>
      <w:r w:rsidRPr="004A00AE">
        <w:rPr>
          <w:rFonts w:hAnsi="ＭＳ 明朝" w:hint="eastAsia"/>
          <w:spacing w:val="27"/>
          <w:kern w:val="0"/>
          <w:fitText w:val="1320" w:id="1703690753"/>
        </w:rPr>
        <w:t>出店会場</w:t>
      </w:r>
      <w:r w:rsidRPr="004A00AE">
        <w:rPr>
          <w:rFonts w:hAnsi="ＭＳ 明朝" w:hint="eastAsia"/>
          <w:spacing w:val="2"/>
          <w:kern w:val="0"/>
          <w:fitText w:val="1320" w:id="1703690753"/>
        </w:rPr>
        <w:t>名</w:t>
      </w:r>
      <w:r w:rsidRPr="004A00AE">
        <w:rPr>
          <w:rFonts w:hAnsi="ＭＳ 明朝" w:hint="eastAsia"/>
        </w:rPr>
        <w:t xml:space="preserve">　　</w:t>
      </w:r>
      <w:r w:rsidRPr="004A00AE">
        <w:rPr>
          <w:rFonts w:hAnsi="ＭＳ 明朝"/>
        </w:rPr>
        <w:t xml:space="preserve">   </w:t>
      </w:r>
      <w:r w:rsidRPr="004A00AE">
        <w:rPr>
          <w:rFonts w:hAnsi="ＭＳ 明朝" w:hint="eastAsia"/>
          <w:u w:val="single"/>
        </w:rPr>
        <w:t xml:space="preserve">　　　　　　　　　　　　　　　</w:t>
      </w:r>
    </w:p>
    <w:p w:rsidR="002823D4" w:rsidRPr="004A00AE" w:rsidRDefault="002823D4" w:rsidP="00AC32C1">
      <w:pPr>
        <w:rPr>
          <w:rFonts w:hAnsi="ＭＳ 明朝"/>
          <w:u w:val="single"/>
        </w:rPr>
      </w:pPr>
    </w:p>
    <w:p w:rsidR="002823D4" w:rsidRPr="008E5ABB" w:rsidRDefault="002823D4" w:rsidP="00AC32C1">
      <w:pPr>
        <w:rPr>
          <w:rFonts w:hAnsi="ＭＳ 明朝"/>
          <w:color w:val="000000"/>
          <w:u w:val="single"/>
        </w:rPr>
      </w:pPr>
      <w:r w:rsidRPr="008E5ABB">
        <w:rPr>
          <w:rFonts w:hAnsi="ＭＳ 明朝" w:hint="eastAsia"/>
          <w:color w:val="000000"/>
        </w:rPr>
        <w:t xml:space="preserve">３　必要テント数　</w:t>
      </w:r>
      <w:r w:rsidRPr="008E5ABB">
        <w:rPr>
          <w:rFonts w:hAnsi="ＭＳ 明朝"/>
          <w:color w:val="000000"/>
        </w:rPr>
        <w:t xml:space="preserve">  </w:t>
      </w:r>
      <w:r w:rsidRPr="008E5ABB">
        <w:rPr>
          <w:rFonts w:hAnsi="ＭＳ 明朝" w:hint="eastAsia"/>
          <w:color w:val="000000"/>
        </w:rPr>
        <w:t xml:space="preserve">　</w:t>
      </w:r>
      <w:r w:rsidRPr="008E5ABB">
        <w:rPr>
          <w:rFonts w:hAnsi="ＭＳ 明朝"/>
          <w:color w:val="000000"/>
        </w:rPr>
        <w:t xml:space="preserve">  </w:t>
      </w:r>
      <w:r w:rsidRPr="008E5ABB">
        <w:rPr>
          <w:rFonts w:hAnsi="ＭＳ 明朝" w:hint="eastAsia"/>
          <w:color w:val="000000"/>
          <w:u w:val="single"/>
        </w:rPr>
        <w:t>テント　　　　張</w:t>
      </w:r>
    </w:p>
    <w:p w:rsidR="002823D4" w:rsidRPr="004A00AE" w:rsidRDefault="002823D4" w:rsidP="00AC32C1">
      <w:pPr>
        <w:rPr>
          <w:rFonts w:hAnsi="ＭＳ 明朝"/>
          <w:u w:val="single"/>
        </w:rPr>
      </w:pPr>
    </w:p>
    <w:p w:rsidR="002823D4" w:rsidRPr="004A00AE" w:rsidRDefault="002823D4" w:rsidP="00AC32C1">
      <w:pPr>
        <w:rPr>
          <w:rFonts w:hAnsi="ＭＳ 明朝"/>
        </w:rPr>
      </w:pPr>
      <w:r w:rsidRPr="004A00AE">
        <w:rPr>
          <w:rFonts w:hAnsi="ＭＳ 明朝" w:hint="eastAsia"/>
        </w:rPr>
        <w:t xml:space="preserve">４　</w:t>
      </w:r>
      <w:r w:rsidRPr="004A00AE">
        <w:rPr>
          <w:rFonts w:hAnsi="ＭＳ 明朝" w:hint="eastAsia"/>
          <w:spacing w:val="73"/>
          <w:kern w:val="0"/>
          <w:fitText w:val="1320" w:id="1703690754"/>
        </w:rPr>
        <w:t>出店期</w:t>
      </w:r>
      <w:r w:rsidRPr="004A00AE">
        <w:rPr>
          <w:rFonts w:hAnsi="ＭＳ 明朝" w:hint="eastAsia"/>
          <w:spacing w:val="1"/>
          <w:kern w:val="0"/>
          <w:fitText w:val="1320" w:id="1703690754"/>
        </w:rPr>
        <w:t>間</w:t>
      </w:r>
      <w:r>
        <w:rPr>
          <w:rFonts w:hAnsi="ＭＳ 明朝" w:hint="eastAsia"/>
        </w:rPr>
        <w:t xml:space="preserve">　　　　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　　月　　日　午前・午後　　時　　分から</w:t>
      </w:r>
    </w:p>
    <w:p w:rsidR="002823D4" w:rsidRPr="00214204" w:rsidRDefault="002823D4" w:rsidP="001743F2">
      <w:pPr>
        <w:ind w:firstLineChars="1200" w:firstLine="2640"/>
        <w:rPr>
          <w:rFonts w:hAnsi="ＭＳ 明朝"/>
        </w:rPr>
      </w:pPr>
    </w:p>
    <w:p w:rsidR="002823D4" w:rsidRPr="004A00AE" w:rsidRDefault="002823D4" w:rsidP="001743F2">
      <w:pPr>
        <w:ind w:firstLineChars="1200" w:firstLine="2640"/>
        <w:rPr>
          <w:rFonts w:hAnsi="ＭＳ 明朝"/>
        </w:rPr>
      </w:pPr>
      <w:r>
        <w:rPr>
          <w:rFonts w:hAnsi="ＭＳ 明朝" w:hint="eastAsia"/>
        </w:rPr>
        <w:t>平成</w:t>
      </w:r>
      <w:r>
        <w:rPr>
          <w:rFonts w:hAnsi="ＭＳ 明朝"/>
        </w:rPr>
        <w:t>30</w:t>
      </w:r>
      <w:r w:rsidRPr="004A00AE">
        <w:rPr>
          <w:rFonts w:hAnsi="ＭＳ 明朝" w:hint="eastAsia"/>
        </w:rPr>
        <w:t>年　　月　　日　午前・午後　　時　　分まで</w:t>
      </w:r>
    </w:p>
    <w:p w:rsidR="002823D4" w:rsidRPr="004A00AE" w:rsidRDefault="002823D4" w:rsidP="00AC32C1">
      <w:pPr>
        <w:rPr>
          <w:rFonts w:hAnsi="ＭＳ 明朝"/>
        </w:rPr>
      </w:pPr>
    </w:p>
    <w:p w:rsidR="002823D4" w:rsidRPr="004A00AE" w:rsidRDefault="002823D4" w:rsidP="00AC32C1">
      <w:pPr>
        <w:rPr>
          <w:rFonts w:hAnsi="ＭＳ 明朝"/>
          <w:kern w:val="0"/>
        </w:rPr>
      </w:pPr>
      <w:r w:rsidRPr="004A00AE">
        <w:rPr>
          <w:rFonts w:hAnsi="ＭＳ 明朝" w:hint="eastAsia"/>
        </w:rPr>
        <w:t xml:space="preserve">５　</w:t>
      </w:r>
      <w:r w:rsidRPr="004A00AE">
        <w:rPr>
          <w:rFonts w:hAnsi="ＭＳ 明朝" w:hint="eastAsia"/>
          <w:spacing w:val="73"/>
          <w:kern w:val="0"/>
          <w:fitText w:val="1320" w:id="1703690755"/>
        </w:rPr>
        <w:t>添付書</w:t>
      </w:r>
      <w:r w:rsidRPr="004A00AE">
        <w:rPr>
          <w:rFonts w:hAnsi="ＭＳ 明朝" w:hint="eastAsia"/>
          <w:spacing w:val="1"/>
          <w:kern w:val="0"/>
          <w:fitText w:val="1320" w:id="1703690755"/>
        </w:rPr>
        <w:t>類</w:t>
      </w:r>
      <w:r w:rsidRPr="004A00AE">
        <w:rPr>
          <w:rFonts w:hAnsi="ＭＳ 明朝" w:hint="eastAsia"/>
          <w:kern w:val="0"/>
        </w:rPr>
        <w:t xml:space="preserve">　　</w:t>
      </w:r>
    </w:p>
    <w:p w:rsidR="002823D4" w:rsidRPr="004A00AE" w:rsidRDefault="002823D4" w:rsidP="00AC32C1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（１）申請者の概要</w:t>
      </w:r>
    </w:p>
    <w:p w:rsidR="002823D4" w:rsidRPr="004A00AE" w:rsidRDefault="002823D4" w:rsidP="00AC32C1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（２）販売品目及び価格等一覧</w:t>
      </w:r>
    </w:p>
    <w:p w:rsidR="002823D4" w:rsidRPr="004A00AE" w:rsidRDefault="002823D4" w:rsidP="00AC32C1">
      <w:pPr>
        <w:rPr>
          <w:rFonts w:hAnsi="ＭＳ 明朝"/>
          <w:kern w:val="0"/>
        </w:rPr>
      </w:pPr>
      <w:r w:rsidRPr="004A00AE">
        <w:rPr>
          <w:rFonts w:hAnsi="ＭＳ 明朝" w:hint="eastAsia"/>
          <w:kern w:val="0"/>
        </w:rPr>
        <w:t xml:space="preserve">　（３）出店従業員名簿</w:t>
      </w:r>
    </w:p>
    <w:sectPr w:rsidR="002823D4" w:rsidRPr="004A00AE" w:rsidSect="00C67FD4">
      <w:pgSz w:w="11906" w:h="16838" w:code="9"/>
      <w:pgMar w:top="1361" w:right="1418" w:bottom="1361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3D4" w:rsidRDefault="002823D4" w:rsidP="00DB2289">
      <w:r>
        <w:separator/>
      </w:r>
    </w:p>
  </w:endnote>
  <w:endnote w:type="continuationSeparator" w:id="0">
    <w:p w:rsidR="002823D4" w:rsidRDefault="002823D4" w:rsidP="00DB22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3D4" w:rsidRDefault="002823D4" w:rsidP="00DB2289">
      <w:r>
        <w:separator/>
      </w:r>
    </w:p>
  </w:footnote>
  <w:footnote w:type="continuationSeparator" w:id="0">
    <w:p w:rsidR="002823D4" w:rsidRDefault="002823D4" w:rsidP="00DB2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30FA2"/>
    <w:multiLevelType w:val="hybridMultilevel"/>
    <w:tmpl w:val="451A59A6"/>
    <w:lvl w:ilvl="0" w:tplc="18B40DA2">
      <w:start w:val="1"/>
      <w:numFmt w:val="decimalFullWidth"/>
      <w:lvlText w:val="（%1）"/>
      <w:lvlJc w:val="left"/>
      <w:pPr>
        <w:ind w:left="861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289"/>
    <w:rsid w:val="00010664"/>
    <w:rsid w:val="00015AA1"/>
    <w:rsid w:val="0003728B"/>
    <w:rsid w:val="00037CB3"/>
    <w:rsid w:val="00053126"/>
    <w:rsid w:val="0005319A"/>
    <w:rsid w:val="0005385B"/>
    <w:rsid w:val="000622EC"/>
    <w:rsid w:val="00065E94"/>
    <w:rsid w:val="00093197"/>
    <w:rsid w:val="000B175C"/>
    <w:rsid w:val="000B1E26"/>
    <w:rsid w:val="000C3D3C"/>
    <w:rsid w:val="000E5130"/>
    <w:rsid w:val="000E5774"/>
    <w:rsid w:val="000F1183"/>
    <w:rsid w:val="001030DF"/>
    <w:rsid w:val="0010462A"/>
    <w:rsid w:val="00146CB0"/>
    <w:rsid w:val="00151E49"/>
    <w:rsid w:val="001530BE"/>
    <w:rsid w:val="00155F31"/>
    <w:rsid w:val="00162CD4"/>
    <w:rsid w:val="0017060C"/>
    <w:rsid w:val="00172C60"/>
    <w:rsid w:val="001743F2"/>
    <w:rsid w:val="00183E0A"/>
    <w:rsid w:val="001A0C9A"/>
    <w:rsid w:val="001A33E5"/>
    <w:rsid w:val="001B164C"/>
    <w:rsid w:val="001B49FF"/>
    <w:rsid w:val="001B55CA"/>
    <w:rsid w:val="001C1D3F"/>
    <w:rsid w:val="001C605C"/>
    <w:rsid w:val="001D07AF"/>
    <w:rsid w:val="001D62ED"/>
    <w:rsid w:val="001E1AB3"/>
    <w:rsid w:val="001E6589"/>
    <w:rsid w:val="001F2261"/>
    <w:rsid w:val="001F6F9B"/>
    <w:rsid w:val="00214204"/>
    <w:rsid w:val="002156AE"/>
    <w:rsid w:val="0021650D"/>
    <w:rsid w:val="002176DC"/>
    <w:rsid w:val="00231A89"/>
    <w:rsid w:val="00271F9A"/>
    <w:rsid w:val="00281900"/>
    <w:rsid w:val="002823D4"/>
    <w:rsid w:val="00290A94"/>
    <w:rsid w:val="00291778"/>
    <w:rsid w:val="002A2E1F"/>
    <w:rsid w:val="002B0D5A"/>
    <w:rsid w:val="002C779A"/>
    <w:rsid w:val="002C7F6C"/>
    <w:rsid w:val="002D7DBA"/>
    <w:rsid w:val="002E19EB"/>
    <w:rsid w:val="002E6594"/>
    <w:rsid w:val="00300706"/>
    <w:rsid w:val="00302F45"/>
    <w:rsid w:val="00331E59"/>
    <w:rsid w:val="00334074"/>
    <w:rsid w:val="00371C50"/>
    <w:rsid w:val="0037381B"/>
    <w:rsid w:val="003818D2"/>
    <w:rsid w:val="00383ADE"/>
    <w:rsid w:val="00383C21"/>
    <w:rsid w:val="00386A15"/>
    <w:rsid w:val="003A2DBD"/>
    <w:rsid w:val="003A5882"/>
    <w:rsid w:val="003A7474"/>
    <w:rsid w:val="003B29F3"/>
    <w:rsid w:val="003B53EF"/>
    <w:rsid w:val="003B5D26"/>
    <w:rsid w:val="003C39B1"/>
    <w:rsid w:val="003C3D8D"/>
    <w:rsid w:val="003E7CCB"/>
    <w:rsid w:val="003F13A1"/>
    <w:rsid w:val="0041398B"/>
    <w:rsid w:val="0041400C"/>
    <w:rsid w:val="00421643"/>
    <w:rsid w:val="004222E4"/>
    <w:rsid w:val="00431D21"/>
    <w:rsid w:val="00432B6C"/>
    <w:rsid w:val="00437592"/>
    <w:rsid w:val="00455EE4"/>
    <w:rsid w:val="00462FEB"/>
    <w:rsid w:val="00470FE3"/>
    <w:rsid w:val="00475EB4"/>
    <w:rsid w:val="0049455D"/>
    <w:rsid w:val="00495C41"/>
    <w:rsid w:val="004A00AE"/>
    <w:rsid w:val="004B51F6"/>
    <w:rsid w:val="004C379D"/>
    <w:rsid w:val="004C6B80"/>
    <w:rsid w:val="004D6D7E"/>
    <w:rsid w:val="004E38A4"/>
    <w:rsid w:val="004F1A1F"/>
    <w:rsid w:val="004F74CE"/>
    <w:rsid w:val="005047B9"/>
    <w:rsid w:val="00504F1B"/>
    <w:rsid w:val="00517476"/>
    <w:rsid w:val="00521152"/>
    <w:rsid w:val="00533266"/>
    <w:rsid w:val="00564DB0"/>
    <w:rsid w:val="00566737"/>
    <w:rsid w:val="00567A0E"/>
    <w:rsid w:val="005717C9"/>
    <w:rsid w:val="00591C53"/>
    <w:rsid w:val="005A2E1E"/>
    <w:rsid w:val="005A7827"/>
    <w:rsid w:val="005A7EC6"/>
    <w:rsid w:val="005B010D"/>
    <w:rsid w:val="005F3676"/>
    <w:rsid w:val="005F48C8"/>
    <w:rsid w:val="005F48CC"/>
    <w:rsid w:val="0060600F"/>
    <w:rsid w:val="0061463C"/>
    <w:rsid w:val="006159CC"/>
    <w:rsid w:val="0063012B"/>
    <w:rsid w:val="006430CF"/>
    <w:rsid w:val="0065204C"/>
    <w:rsid w:val="006A56EB"/>
    <w:rsid w:val="006B3F7E"/>
    <w:rsid w:val="006B5C3F"/>
    <w:rsid w:val="006B7409"/>
    <w:rsid w:val="006C37AB"/>
    <w:rsid w:val="006C6EE3"/>
    <w:rsid w:val="006C72EE"/>
    <w:rsid w:val="006D5840"/>
    <w:rsid w:val="006D6AB2"/>
    <w:rsid w:val="006F0940"/>
    <w:rsid w:val="00703BFD"/>
    <w:rsid w:val="007134F1"/>
    <w:rsid w:val="00722F5A"/>
    <w:rsid w:val="00735E0F"/>
    <w:rsid w:val="007502D3"/>
    <w:rsid w:val="007841B3"/>
    <w:rsid w:val="007913D3"/>
    <w:rsid w:val="007A34C0"/>
    <w:rsid w:val="007A463C"/>
    <w:rsid w:val="007C26F4"/>
    <w:rsid w:val="007D5881"/>
    <w:rsid w:val="007F1D54"/>
    <w:rsid w:val="008079B0"/>
    <w:rsid w:val="008112F2"/>
    <w:rsid w:val="008144DE"/>
    <w:rsid w:val="00815A6C"/>
    <w:rsid w:val="00817130"/>
    <w:rsid w:val="00820CCE"/>
    <w:rsid w:val="00822547"/>
    <w:rsid w:val="00824A7B"/>
    <w:rsid w:val="00830C69"/>
    <w:rsid w:val="00864E84"/>
    <w:rsid w:val="008833C2"/>
    <w:rsid w:val="00886FC9"/>
    <w:rsid w:val="00895E2C"/>
    <w:rsid w:val="008A40E7"/>
    <w:rsid w:val="008A62D5"/>
    <w:rsid w:val="008C0A12"/>
    <w:rsid w:val="008C11F9"/>
    <w:rsid w:val="008C3FEA"/>
    <w:rsid w:val="008D5D47"/>
    <w:rsid w:val="008D7C3E"/>
    <w:rsid w:val="008E5ABB"/>
    <w:rsid w:val="00900708"/>
    <w:rsid w:val="00900B47"/>
    <w:rsid w:val="00900CFD"/>
    <w:rsid w:val="0091432F"/>
    <w:rsid w:val="00934608"/>
    <w:rsid w:val="00954B8F"/>
    <w:rsid w:val="00961B49"/>
    <w:rsid w:val="00965313"/>
    <w:rsid w:val="00971D5F"/>
    <w:rsid w:val="009950A2"/>
    <w:rsid w:val="009B152B"/>
    <w:rsid w:val="009B1A20"/>
    <w:rsid w:val="009C0432"/>
    <w:rsid w:val="009E6DE7"/>
    <w:rsid w:val="009F3FF0"/>
    <w:rsid w:val="00A20813"/>
    <w:rsid w:val="00A219E3"/>
    <w:rsid w:val="00A2413D"/>
    <w:rsid w:val="00A24831"/>
    <w:rsid w:val="00A3196B"/>
    <w:rsid w:val="00A54552"/>
    <w:rsid w:val="00A54E2D"/>
    <w:rsid w:val="00A704F5"/>
    <w:rsid w:val="00A70972"/>
    <w:rsid w:val="00A77B80"/>
    <w:rsid w:val="00A77BEE"/>
    <w:rsid w:val="00A84525"/>
    <w:rsid w:val="00A92109"/>
    <w:rsid w:val="00AA2012"/>
    <w:rsid w:val="00AA52C2"/>
    <w:rsid w:val="00AC32C1"/>
    <w:rsid w:val="00AC681B"/>
    <w:rsid w:val="00AD15B1"/>
    <w:rsid w:val="00AF73DE"/>
    <w:rsid w:val="00B03A32"/>
    <w:rsid w:val="00B120E1"/>
    <w:rsid w:val="00B17469"/>
    <w:rsid w:val="00B35D37"/>
    <w:rsid w:val="00B37C25"/>
    <w:rsid w:val="00B467EE"/>
    <w:rsid w:val="00B5252F"/>
    <w:rsid w:val="00B61823"/>
    <w:rsid w:val="00B62D33"/>
    <w:rsid w:val="00B66D97"/>
    <w:rsid w:val="00B72607"/>
    <w:rsid w:val="00B77BF4"/>
    <w:rsid w:val="00B9639A"/>
    <w:rsid w:val="00BA0D1F"/>
    <w:rsid w:val="00BC3BFA"/>
    <w:rsid w:val="00BE429F"/>
    <w:rsid w:val="00BE555D"/>
    <w:rsid w:val="00BF3DD7"/>
    <w:rsid w:val="00BF6AC2"/>
    <w:rsid w:val="00C06D72"/>
    <w:rsid w:val="00C249EE"/>
    <w:rsid w:val="00C433CD"/>
    <w:rsid w:val="00C46229"/>
    <w:rsid w:val="00C4795F"/>
    <w:rsid w:val="00C5244C"/>
    <w:rsid w:val="00C67FD4"/>
    <w:rsid w:val="00C7043D"/>
    <w:rsid w:val="00C73BBC"/>
    <w:rsid w:val="00C96FBB"/>
    <w:rsid w:val="00CC1D01"/>
    <w:rsid w:val="00CC2587"/>
    <w:rsid w:val="00CE0C67"/>
    <w:rsid w:val="00CE112E"/>
    <w:rsid w:val="00CE3A23"/>
    <w:rsid w:val="00D057B2"/>
    <w:rsid w:val="00D22528"/>
    <w:rsid w:val="00D2443C"/>
    <w:rsid w:val="00D25CC3"/>
    <w:rsid w:val="00D319C3"/>
    <w:rsid w:val="00D37FC1"/>
    <w:rsid w:val="00D64671"/>
    <w:rsid w:val="00D878C6"/>
    <w:rsid w:val="00D97072"/>
    <w:rsid w:val="00DB2289"/>
    <w:rsid w:val="00DB7D55"/>
    <w:rsid w:val="00DD2DF6"/>
    <w:rsid w:val="00DD3C7F"/>
    <w:rsid w:val="00DD5469"/>
    <w:rsid w:val="00DE1D19"/>
    <w:rsid w:val="00E12DF5"/>
    <w:rsid w:val="00E133BB"/>
    <w:rsid w:val="00E16998"/>
    <w:rsid w:val="00E170BA"/>
    <w:rsid w:val="00E21123"/>
    <w:rsid w:val="00E27BD1"/>
    <w:rsid w:val="00E37A68"/>
    <w:rsid w:val="00E45146"/>
    <w:rsid w:val="00E46169"/>
    <w:rsid w:val="00E96D39"/>
    <w:rsid w:val="00EC53CC"/>
    <w:rsid w:val="00EF0E2B"/>
    <w:rsid w:val="00F00E0D"/>
    <w:rsid w:val="00F06205"/>
    <w:rsid w:val="00F06336"/>
    <w:rsid w:val="00F14BBB"/>
    <w:rsid w:val="00F158A2"/>
    <w:rsid w:val="00F25A5E"/>
    <w:rsid w:val="00F360B7"/>
    <w:rsid w:val="00F75120"/>
    <w:rsid w:val="00F844FD"/>
    <w:rsid w:val="00F87317"/>
    <w:rsid w:val="00FA25CA"/>
    <w:rsid w:val="00FA3371"/>
    <w:rsid w:val="00FB11B7"/>
    <w:rsid w:val="00FC3B95"/>
    <w:rsid w:val="00FE066A"/>
    <w:rsid w:val="00FE0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ＭＳ 明朝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528"/>
    <w:pPr>
      <w:widowControl w:val="0"/>
      <w:jc w:val="both"/>
    </w:pPr>
    <w:rPr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B2289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2289"/>
  </w:style>
  <w:style w:type="paragraph" w:styleId="Footer">
    <w:name w:val="footer"/>
    <w:basedOn w:val="Normal"/>
    <w:link w:val="FooterChar"/>
    <w:uiPriority w:val="99"/>
    <w:rsid w:val="00DB2289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2289"/>
  </w:style>
  <w:style w:type="paragraph" w:styleId="BalloonText">
    <w:name w:val="Balloon Text"/>
    <w:basedOn w:val="Normal"/>
    <w:link w:val="BalloonTextChar"/>
    <w:uiPriority w:val="99"/>
    <w:semiHidden/>
    <w:rsid w:val="00421643"/>
    <w:rPr>
      <w:rFonts w:ascii="Arial" w:eastAsia="ＭＳ ゴシック" w:hAnsi="Arial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643"/>
    <w:rPr>
      <w:rFonts w:ascii="Arial" w:eastAsia="ＭＳ ゴシック" w:hAnsi="Arial"/>
      <w:sz w:val="18"/>
    </w:rPr>
  </w:style>
  <w:style w:type="table" w:styleId="TableGrid">
    <w:name w:val="Table Grid"/>
    <w:basedOn w:val="TableNormal"/>
    <w:uiPriority w:val="99"/>
    <w:rsid w:val="00AC32C1"/>
    <w:pPr>
      <w:widowControl w:val="0"/>
      <w:jc w:val="both"/>
    </w:pPr>
    <w:rPr>
      <w:rFonts w:ascii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66D97"/>
    <w:pPr>
      <w:ind w:leftChars="400" w:left="840"/>
    </w:pPr>
  </w:style>
  <w:style w:type="paragraph" w:styleId="NoteHeading">
    <w:name w:val="Note Heading"/>
    <w:basedOn w:val="Normal"/>
    <w:next w:val="Normal"/>
    <w:link w:val="NoteHeadingChar"/>
    <w:uiPriority w:val="99"/>
    <w:rsid w:val="00566737"/>
    <w:pPr>
      <w:jc w:val="center"/>
    </w:pPr>
    <w:rPr>
      <w:kern w:val="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2A2E1F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6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67</Words>
  <Characters>382</Characters>
  <Application>Microsoft Office Outlook</Application>
  <DocSecurity>0</DocSecurity>
  <Lines>0</Lines>
  <Paragraphs>0</Paragraphs>
  <ScaleCrop>false</ScaleCrop>
  <Company>藤枝市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平成30年度全国高等学校総合体育大会</dc:title>
  <dc:subject/>
  <dc:creator>spot50</dc:creator>
  <cp:keywords/>
  <dc:description/>
  <cp:lastModifiedBy>Administrator</cp:lastModifiedBy>
  <cp:revision>5</cp:revision>
  <cp:lastPrinted>2018-04-03T12:10:00Z</cp:lastPrinted>
  <dcterms:created xsi:type="dcterms:W3CDTF">2018-05-16T07:29:00Z</dcterms:created>
  <dcterms:modified xsi:type="dcterms:W3CDTF">2018-05-17T08:02:00Z</dcterms:modified>
</cp:coreProperties>
</file>